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 w:eastAsiaTheme="minorEastAsia"/>
          <w:b/>
          <w:sz w:val="24"/>
          <w:szCs w:val="24"/>
        </w:rPr>
        <w:t>Unit 2  My favourite season</w:t>
      </w:r>
    </w:p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第一课时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 xml:space="preserve">一、为下列图片选择合适的季节。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>spring       autumn         summer               winter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bCs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109220</wp:posOffset>
            </wp:positionV>
            <wp:extent cx="5276850" cy="981075"/>
            <wp:effectExtent l="0" t="0" r="0" b="0"/>
            <wp:wrapNone/>
            <wp:docPr id="60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b/>
          <w:bCs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b/>
          <w:bCs/>
          <w:sz w:val="24"/>
          <w:szCs w:val="24"/>
        </w:rPr>
      </w:pPr>
    </w:p>
    <w:p>
      <w:pPr>
        <w:spacing w:after="0" w:line="384" w:lineRule="auto"/>
        <w:ind w:firstLine="360" w:firstLineChars="150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ind w:firstLine="240" w:firstLineChars="1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(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)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(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)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(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)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(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)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二、单项选择。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(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)1. It’s 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in summer in China.</w:t>
      </w:r>
    </w:p>
    <w:p>
      <w:pPr>
        <w:spacing w:after="0" w:line="384" w:lineRule="auto"/>
        <w:ind w:firstLine="960" w:firstLineChars="4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hot and cold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sunny and hot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C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sunny and cold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(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)2.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—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Why do you like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autumn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best?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—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Because I can fly kites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Because I can skate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    C.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Because I can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swim.</w:t>
      </w:r>
    </w:p>
    <w:p>
      <w:pPr>
        <w:spacing w:after="0" w:line="384" w:lineRule="auto"/>
        <w:ind w:left="2400" w:hanging="2400" w:hangingChars="10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(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)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—How many seasons are there in a year in China?</w:t>
      </w:r>
    </w:p>
    <w:p>
      <w:pPr>
        <w:spacing w:after="0" w:line="384" w:lineRule="auto"/>
        <w:ind w:left="2300" w:leftChars="500" w:hanging="1200" w:hangingChars="5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 Four.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        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 Two.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      C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 One.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(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)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4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_______season do you like best?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Which              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When           C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How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bCs/>
          <w:sz w:val="24"/>
          <w:szCs w:val="24"/>
        </w:rPr>
        <w:t xml:space="preserve">三、选择合适的句子补全对话。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Amy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: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What</w:t>
      </w:r>
      <w:r>
        <w:rPr>
          <w:rFonts w:ascii="Times New Roman" w:hAnsi="Times New Roman" w:cs="Times New Roman" w:eastAsiaTheme="minorEastAsia"/>
          <w:sz w:val="24"/>
          <w:szCs w:val="24"/>
        </w:rPr>
        <w:t>’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s the weather like today?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3096260</wp:posOffset>
                </wp:positionH>
                <wp:positionV relativeFrom="paragraph">
                  <wp:posOffset>19685</wp:posOffset>
                </wp:positionV>
                <wp:extent cx="2583815" cy="1244600"/>
                <wp:effectExtent l="4445" t="4445" r="21590" b="825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3815" cy="124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after="0" w:line="384" w:lineRule="auto"/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A. Which season do you like best?</w:t>
                            </w:r>
                          </w:p>
                          <w:p>
                            <w:pPr>
                              <w:spacing w:after="0" w:line="384" w:lineRule="auto"/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 xml:space="preserve">B. </w:t>
                            </w:r>
                            <w:r>
                              <w:rPr>
                                <w:rFonts w:hint="eastAsia"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It</w:t>
                            </w:r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s hot and sunny</w:t>
                            </w:r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>
                            <w:pPr>
                              <w:spacing w:after="0" w:line="384" w:lineRule="auto"/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 xml:space="preserve"> It</w:t>
                            </w:r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s pretty.</w:t>
                            </w:r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D.</w:t>
                            </w:r>
                            <w:r>
                              <w:rPr>
                                <w:rFonts w:hint="eastAsia"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 xml:space="preserve"> What about you?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43.8pt;margin-top:1.55pt;height:98pt;width:203.45pt;z-index:251660288;mso-width-relative:margin;mso-height-relative:margin;mso-height-percent:200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84" w:lineRule="auto"/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 w:eastAsiaTheme="minorEastAsia"/>
                          <w:sz w:val="24"/>
                          <w:szCs w:val="24"/>
                        </w:rPr>
                        <w:t>A. Which season do you like best?</w:t>
                      </w:r>
                    </w:p>
                    <w:p>
                      <w:pPr>
                        <w:spacing w:after="0" w:line="384" w:lineRule="auto"/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 xml:space="preserve">B. </w:t>
                      </w:r>
                      <w:r>
                        <w:rPr>
                          <w:rFonts w:hint="eastAsia" w:ascii="Times New Roman" w:hAnsi="Times New Roman" w:cs="Times New Roman" w:eastAsiaTheme="minorEastAsia"/>
                          <w:sz w:val="24"/>
                          <w:szCs w:val="24"/>
                        </w:rPr>
                        <w:t>It</w:t>
                      </w:r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 w:eastAsiaTheme="minorEastAsia"/>
                          <w:sz w:val="24"/>
                          <w:szCs w:val="24"/>
                        </w:rPr>
                        <w:t>s hot and sunny</w:t>
                      </w:r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>.</w:t>
                      </w:r>
                    </w:p>
                    <w:p>
                      <w:pPr>
                        <w:spacing w:after="0" w:line="384" w:lineRule="auto"/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>C.</w:t>
                      </w:r>
                      <w:r>
                        <w:rPr>
                          <w:rFonts w:hint="eastAsia" w:ascii="Times New Roman" w:hAnsi="Times New Roman" w:cs="Times New Roman" w:eastAsiaTheme="minorEastAsia"/>
                          <w:sz w:val="24"/>
                          <w:szCs w:val="24"/>
                        </w:rPr>
                        <w:t xml:space="preserve"> It</w:t>
                      </w:r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 w:eastAsiaTheme="minorEastAsia"/>
                          <w:sz w:val="24"/>
                          <w:szCs w:val="24"/>
                        </w:rPr>
                        <w:t>s pretty.</w:t>
                      </w:r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>D.</w:t>
                      </w:r>
                      <w:r>
                        <w:rPr>
                          <w:rFonts w:hint="eastAsia" w:ascii="Times New Roman" w:hAnsi="Times New Roman" w:cs="Times New Roman" w:eastAsiaTheme="minorEastAsia"/>
                          <w:sz w:val="24"/>
                          <w:szCs w:val="24"/>
                        </w:rPr>
                        <w:t xml:space="preserve"> What about you?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Mike: </w:t>
      </w:r>
      <w:r>
        <w:rPr>
          <w:rFonts w:ascii="Times New Roman" w:hAnsi="Times New Roman" w:cs="Times New Roman" w:eastAsiaTheme="minorEastAsia"/>
          <w:sz w:val="24"/>
          <w:szCs w:val="24"/>
        </w:rPr>
        <w:t>1.______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Amy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: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Yes, it</w:t>
      </w:r>
      <w:r>
        <w:rPr>
          <w:rFonts w:ascii="Times New Roman" w:hAnsi="Times New Roman" w:cs="Times New Roman" w:eastAsiaTheme="minorEastAsia"/>
          <w:sz w:val="24"/>
          <w:szCs w:val="24"/>
        </w:rPr>
        <w:t>’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s really hot in summer.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2._______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Mike</w:t>
      </w:r>
      <w:r>
        <w:rPr>
          <w:rFonts w:ascii="Times New Roman" w:hAnsi="Times New Roman" w:cs="Times New Roman" w:eastAsiaTheme="minorEastAsia"/>
          <w:sz w:val="24"/>
          <w:szCs w:val="24"/>
        </w:rPr>
        <w:t>: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Winter. I like snow. 3.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_______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Amy: I like autumn best. 4.</w:t>
      </w:r>
      <w:r>
        <w:rPr>
          <w:rFonts w:ascii="Times New Roman" w:hAnsi="Times New Roman" w:cs="Times New Roman" w:eastAsiaTheme="minorEastAsia"/>
          <w:sz w:val="24"/>
          <w:szCs w:val="24"/>
        </w:rPr>
        <w:t>_______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Mike: Yes, autumn is pretty.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答案：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 xml:space="preserve">  autumn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 xml:space="preserve">    spring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 xml:space="preserve">    summer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 xml:space="preserve">     winter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 xml:space="preserve"> 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1. B   2.  A   3.  D   4.  C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3799C"/>
    <w:rsid w:val="00156470"/>
    <w:rsid w:val="00863AD4"/>
    <w:rsid w:val="008E4B21"/>
    <w:rsid w:val="00A43185"/>
    <w:rsid w:val="00AA3323"/>
    <w:rsid w:val="00B340DD"/>
    <w:rsid w:val="00C85016"/>
    <w:rsid w:val="014E4F55"/>
    <w:rsid w:val="0A8D083F"/>
    <w:rsid w:val="0AB82547"/>
    <w:rsid w:val="1ED831FF"/>
    <w:rsid w:val="3EC43165"/>
    <w:rsid w:val="42DB0684"/>
    <w:rsid w:val="43F568DE"/>
    <w:rsid w:val="4C1F5A2F"/>
    <w:rsid w:val="60417665"/>
    <w:rsid w:val="6A53799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168</Words>
  <Characters>742</Characters>
  <Lines>6</Lines>
  <Paragraphs>1</Paragraphs>
  <TotalTime>1</TotalTime>
  <ScaleCrop>false</ScaleCrop>
  <LinksUpToDate>false</LinksUpToDate>
  <CharactersWithSpaces>909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2018-07-16T02:38:00Z</dcterms:created>
  <dc:creator>宾琳</dc:creator>
  <cp:lastModifiedBy>。</cp:lastModifiedBy>
  <dcterms:modified xsi:type="dcterms:W3CDTF">2022-02-22T07:33:03Z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037C249F36844B5590B04B9805C40758</vt:lpwstr>
  </property>
</Properties>
</file>